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80" w:rsidRDefault="005B1080"/>
    <w:p w:rsidR="0082720C" w:rsidRPr="00444709" w:rsidRDefault="0082720C" w:rsidP="00087A37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Cs w:val="24"/>
        </w:rPr>
      </w:pPr>
    </w:p>
    <w:p w:rsidR="009C1D2C" w:rsidRPr="00AC37BB" w:rsidRDefault="009C1D2C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40"/>
          <w:szCs w:val="40"/>
        </w:rPr>
      </w:pPr>
      <w:r w:rsidRPr="00AC37BB">
        <w:rPr>
          <w:rFonts w:asciiTheme="minorHAnsi" w:hAnsiTheme="minorHAnsi"/>
          <w:b/>
          <w:bCs/>
          <w:sz w:val="40"/>
          <w:szCs w:val="40"/>
        </w:rPr>
        <w:t>MODULO D’ISCRIZIONE</w:t>
      </w:r>
    </w:p>
    <w:p w:rsidR="00AC37BB" w:rsidRDefault="00AC37BB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</w:p>
    <w:p w:rsidR="00E56DB8" w:rsidRDefault="00E56DB8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SEDE DI FALCONARA MARITTIMA</w:t>
      </w:r>
    </w:p>
    <w:p w:rsidR="00AC37BB" w:rsidRDefault="00AC37BB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</w:p>
    <w:p w:rsidR="00AC37BB" w:rsidRDefault="00AC37BB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PALESTRA LICEO CAMBI</w:t>
      </w:r>
    </w:p>
    <w:p w:rsidR="00AC37BB" w:rsidRPr="00AC37BB" w:rsidRDefault="00AC37BB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Cs/>
          <w:sz w:val="28"/>
          <w:szCs w:val="28"/>
        </w:rPr>
      </w:pPr>
      <w:r w:rsidRPr="00AC37BB">
        <w:rPr>
          <w:rFonts w:asciiTheme="minorHAnsi" w:hAnsiTheme="minorHAnsi"/>
          <w:bCs/>
          <w:sz w:val="28"/>
          <w:szCs w:val="28"/>
        </w:rPr>
        <w:t>( via Ippolito Nievo 20)</w:t>
      </w:r>
    </w:p>
    <w:p w:rsidR="00E56DB8" w:rsidRPr="00645491" w:rsidRDefault="00E56DB8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Cs w:val="24"/>
          <w:u w:val="single"/>
        </w:rPr>
      </w:pPr>
      <w:r w:rsidRPr="00645491">
        <w:rPr>
          <w:rFonts w:asciiTheme="minorHAnsi" w:hAnsiTheme="minorHAnsi"/>
          <w:b/>
          <w:bCs/>
          <w:sz w:val="28"/>
          <w:szCs w:val="28"/>
          <w:u w:val="single"/>
        </w:rPr>
        <w:t>18 NOVEMBRE 2019</w:t>
      </w:r>
    </w:p>
    <w:p w:rsidR="009C1D2C" w:rsidRPr="009C1D2C" w:rsidRDefault="009C1D2C" w:rsidP="009C1D2C">
      <w:pPr>
        <w:pStyle w:val="Default"/>
        <w:jc w:val="center"/>
        <w:rPr>
          <w:sz w:val="28"/>
          <w:szCs w:val="28"/>
        </w:rPr>
      </w:pPr>
    </w:p>
    <w:p w:rsidR="009C1D2C" w:rsidRPr="009C1D2C" w:rsidRDefault="009C1D2C" w:rsidP="009C1D2C">
      <w:pPr>
        <w:pStyle w:val="Default"/>
        <w:jc w:val="center"/>
        <w:rPr>
          <w:sz w:val="28"/>
          <w:szCs w:val="28"/>
        </w:rPr>
      </w:pPr>
      <w:r w:rsidRPr="009C1D2C">
        <w:rPr>
          <w:sz w:val="28"/>
          <w:szCs w:val="28"/>
        </w:rPr>
        <w:t xml:space="preserve">Da inviare </w:t>
      </w:r>
      <w:r w:rsidRPr="009C1D2C">
        <w:rPr>
          <w:b/>
          <w:bCs/>
          <w:sz w:val="28"/>
          <w:szCs w:val="28"/>
        </w:rPr>
        <w:t xml:space="preserve">ENTRO IL </w:t>
      </w:r>
      <w:r w:rsidR="00E56DB8" w:rsidRPr="00645491">
        <w:rPr>
          <w:b/>
          <w:bCs/>
          <w:sz w:val="28"/>
          <w:szCs w:val="28"/>
          <w:u w:val="single"/>
        </w:rPr>
        <w:t>14</w:t>
      </w:r>
      <w:r w:rsidRPr="00645491">
        <w:rPr>
          <w:b/>
          <w:bCs/>
          <w:sz w:val="28"/>
          <w:szCs w:val="28"/>
          <w:u w:val="single"/>
        </w:rPr>
        <w:t xml:space="preserve"> </w:t>
      </w:r>
      <w:r w:rsidR="00E56DB8" w:rsidRPr="00645491">
        <w:rPr>
          <w:b/>
          <w:bCs/>
          <w:sz w:val="28"/>
          <w:szCs w:val="28"/>
          <w:u w:val="single"/>
        </w:rPr>
        <w:t>NOVEMBRE</w:t>
      </w:r>
      <w:r>
        <w:rPr>
          <w:b/>
          <w:bCs/>
          <w:sz w:val="28"/>
          <w:szCs w:val="28"/>
        </w:rPr>
        <w:t xml:space="preserve"> 2019</w:t>
      </w:r>
      <w:r w:rsidRPr="009C1D2C">
        <w:rPr>
          <w:b/>
          <w:bCs/>
          <w:sz w:val="28"/>
          <w:szCs w:val="28"/>
        </w:rPr>
        <w:t xml:space="preserve"> </w:t>
      </w:r>
      <w:r w:rsidRPr="009C1D2C">
        <w:rPr>
          <w:sz w:val="28"/>
          <w:szCs w:val="28"/>
        </w:rPr>
        <w:t>a:</w:t>
      </w:r>
    </w:p>
    <w:p w:rsidR="0022536C" w:rsidRPr="009C1D2C" w:rsidRDefault="008106BD" w:rsidP="0022536C">
      <w:pPr>
        <w:pStyle w:val="Default"/>
        <w:jc w:val="center"/>
        <w:rPr>
          <w:sz w:val="28"/>
          <w:szCs w:val="28"/>
        </w:rPr>
      </w:pPr>
      <w:hyperlink r:id="rId9" w:history="1">
        <w:r w:rsidR="0022536C" w:rsidRPr="00CA3E6F">
          <w:rPr>
            <w:rStyle w:val="Collegamentoipertestuale"/>
            <w:b/>
            <w:bCs/>
            <w:sz w:val="28"/>
            <w:szCs w:val="28"/>
          </w:rPr>
          <w:t>direzione-marche@istruzione.it</w:t>
        </w:r>
      </w:hyperlink>
      <w:r w:rsidR="0022536C">
        <w:rPr>
          <w:b/>
          <w:bCs/>
          <w:sz w:val="28"/>
          <w:szCs w:val="28"/>
        </w:rPr>
        <w:t xml:space="preserve">  e p.c. </w:t>
      </w:r>
      <w:hyperlink r:id="rId10" w:history="1">
        <w:r w:rsidR="0022536C" w:rsidRPr="00CA3E6F">
          <w:rPr>
            <w:rStyle w:val="Collegamentoipertestuale"/>
            <w:b/>
            <w:bCs/>
            <w:sz w:val="28"/>
            <w:szCs w:val="28"/>
          </w:rPr>
          <w:t>uefs.an@istruzione.it</w:t>
        </w:r>
      </w:hyperlink>
    </w:p>
    <w:p w:rsidR="009C1D2C" w:rsidRDefault="0022536C" w:rsidP="0022536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 </w:t>
      </w:r>
      <w:r w:rsidRPr="0022536C">
        <w:rPr>
          <w:b/>
          <w:bCs/>
          <w:sz w:val="28"/>
          <w:szCs w:val="28"/>
          <w:u w:val="single"/>
        </w:rPr>
        <w:t xml:space="preserve">consegnare in originale </w:t>
      </w:r>
      <w:r>
        <w:rPr>
          <w:b/>
          <w:bCs/>
          <w:sz w:val="28"/>
          <w:szCs w:val="28"/>
        </w:rPr>
        <w:t>il giorno del corso</w:t>
      </w:r>
      <w:r w:rsidR="00AA4743">
        <w:rPr>
          <w:b/>
          <w:bCs/>
          <w:sz w:val="28"/>
          <w:szCs w:val="28"/>
        </w:rPr>
        <w:t xml:space="preserve"> alla prof.ssa Paola Tedde</w:t>
      </w:r>
    </w:p>
    <w:p w:rsidR="009C1D2C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Il/la sottoscritto/a </w:t>
      </w:r>
    </w:p>
    <w:p w:rsidR="009C1D2C" w:rsidRPr="005959D2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C1D2C" w:rsidRPr="005959D2" w:rsidRDefault="009C1D2C" w:rsidP="009C1D2C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docente di educazione fisica e sportiva a tempo determinato/indeterminato in servizio presso l’Istituto</w:t>
      </w:r>
    </w:p>
    <w:p w:rsidR="005959D2" w:rsidRPr="005959D2" w:rsidRDefault="005959D2" w:rsidP="009C1D2C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CHIEDE</w:t>
      </w:r>
    </w:p>
    <w:p w:rsidR="005959D2" w:rsidRPr="005959D2" w:rsidRDefault="0097194D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di aderire alla proposta formativa dal titolo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“</w:t>
      </w:r>
      <w:r w:rsidR="00E56DB8">
        <w:rPr>
          <w:rFonts w:asciiTheme="minorHAnsi" w:hAnsiTheme="minorHAnsi"/>
          <w:b/>
          <w:sz w:val="28"/>
          <w:szCs w:val="28"/>
        </w:rPr>
        <w:t>IL CICLISMO</w:t>
      </w:r>
      <w:r w:rsidRPr="005959D2">
        <w:rPr>
          <w:rFonts w:asciiTheme="minorHAnsi" w:hAnsiTheme="minorHAnsi"/>
          <w:b/>
          <w:sz w:val="28"/>
          <w:szCs w:val="28"/>
        </w:rPr>
        <w:t xml:space="preserve"> A SCUOLA”</w:t>
      </w:r>
    </w:p>
    <w:p w:rsidR="0097194D" w:rsidRDefault="0097194D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Recapiti del docente: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tel.__________________________   </w:t>
      </w:r>
      <w:r w:rsidR="0097194D">
        <w:rPr>
          <w:rFonts w:asciiTheme="minorHAnsi" w:hAnsiTheme="minorHAnsi"/>
          <w:sz w:val="28"/>
          <w:szCs w:val="28"/>
        </w:rPr>
        <w:t xml:space="preserve">     e-</w:t>
      </w:r>
      <w:r w:rsidRPr="005959D2">
        <w:rPr>
          <w:rFonts w:asciiTheme="minorHAnsi" w:hAnsiTheme="minorHAnsi"/>
          <w:sz w:val="28"/>
          <w:szCs w:val="28"/>
        </w:rPr>
        <w:t xml:space="preserve">mail </w:t>
      </w:r>
      <w:r>
        <w:rPr>
          <w:rFonts w:asciiTheme="minorHAnsi" w:hAnsiTheme="minorHAnsi"/>
          <w:sz w:val="28"/>
          <w:szCs w:val="28"/>
        </w:rPr>
        <w:t>_________________________</w:t>
      </w:r>
    </w:p>
    <w:p w:rsidR="005959D2" w:rsidRDefault="005959D2" w:rsidP="006741F8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Luogo e data___________________</w:t>
      </w:r>
    </w:p>
    <w:p w:rsidR="005959D2" w:rsidRDefault="005959D2" w:rsidP="006741F8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Firma del docente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VISTO SI AUTORIZZA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Il Dirigente Scolastico</w:t>
      </w:r>
    </w:p>
    <w:p w:rsidR="00343D75" w:rsidRDefault="005959D2" w:rsidP="006741F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Timbro e fi</w:t>
      </w:r>
      <w:r w:rsidR="006741F8">
        <w:rPr>
          <w:rFonts w:asciiTheme="minorHAnsi" w:hAnsiTheme="minorHAnsi"/>
          <w:sz w:val="28"/>
          <w:szCs w:val="28"/>
        </w:rPr>
        <w:t>r</w:t>
      </w:r>
      <w:r w:rsidR="00343D75" w:rsidRPr="005959D2">
        <w:rPr>
          <w:rFonts w:asciiTheme="minorHAnsi" w:hAnsiTheme="minorHAnsi"/>
          <w:sz w:val="28"/>
          <w:szCs w:val="28"/>
        </w:rPr>
        <w:t>ma</w:t>
      </w:r>
    </w:p>
    <w:p w:rsidR="006741F8" w:rsidRPr="005959D2" w:rsidRDefault="006741F8" w:rsidP="006741F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________________________________</w:t>
      </w:r>
      <w:bookmarkStart w:id="0" w:name="_GoBack"/>
      <w:bookmarkEnd w:id="0"/>
    </w:p>
    <w:sectPr w:rsidR="006741F8" w:rsidRPr="005959D2" w:rsidSect="005B1080">
      <w:headerReference w:type="default" r:id="rId11"/>
      <w:footerReference w:type="default" r:id="rId12"/>
      <w:pgSz w:w="11907" w:h="16840"/>
      <w:pgMar w:top="1418" w:right="1418" w:bottom="1135" w:left="1418" w:header="284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BD" w:rsidRDefault="008106BD">
      <w:r>
        <w:separator/>
      </w:r>
    </w:p>
  </w:endnote>
  <w:endnote w:type="continuationSeparator" w:id="0">
    <w:p w:rsidR="008106BD" w:rsidRDefault="0081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AA4" w:rsidRDefault="00AD7AA4" w:rsidP="00AD7AA4">
    <w:pPr>
      <w:pStyle w:val="Pidipagina"/>
      <w:rPr>
        <w:rFonts w:ascii="Garamond" w:hAnsi="Garamond" w:cs="Arial"/>
        <w:sz w:val="18"/>
        <w:szCs w:val="18"/>
      </w:rPr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211"/>
    </w:tblGrid>
    <w:tr w:rsidR="00866289" w:rsidTr="00866289">
      <w:tc>
        <w:tcPr>
          <w:tcW w:w="9211" w:type="dxa"/>
        </w:tcPr>
        <w:p w:rsidR="00F31CF6" w:rsidRPr="00F31CF6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>Referente attività istruttoria: Paola Tedde tel. 0712295462 e-mail uefs.a@istruzione.it</w:t>
          </w:r>
        </w:p>
        <w:p w:rsidR="00866289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 xml:space="preserve">Referente del procedimento: </w:t>
          </w:r>
          <w:r w:rsidR="00972AC8">
            <w:rPr>
              <w:rFonts w:ascii="Garamond" w:hAnsi="Garamond" w:cs="Arial"/>
              <w:sz w:val="18"/>
              <w:szCs w:val="18"/>
            </w:rPr>
            <w:t>Marco Petrini</w:t>
          </w:r>
          <w:r w:rsidRPr="00F31CF6">
            <w:rPr>
              <w:rFonts w:ascii="Garamond" w:hAnsi="Garamond" w:cs="Arial"/>
              <w:sz w:val="18"/>
              <w:szCs w:val="18"/>
            </w:rPr>
            <w:t xml:space="preserve"> tel. 071 2295437 e-mail: </w:t>
          </w:r>
          <w:r w:rsidR="00972AC8">
            <w:rPr>
              <w:rFonts w:ascii="Garamond" w:hAnsi="Garamond" w:cs="Arial"/>
              <w:sz w:val="18"/>
              <w:szCs w:val="18"/>
            </w:rPr>
            <w:t>edfisicamarche</w:t>
          </w:r>
          <w:r w:rsidRPr="00F31CF6">
            <w:rPr>
              <w:rFonts w:ascii="Garamond" w:hAnsi="Garamond" w:cs="Arial"/>
              <w:sz w:val="18"/>
              <w:szCs w:val="18"/>
            </w:rPr>
            <w:t>@istruzione.it</w:t>
          </w:r>
        </w:p>
      </w:tc>
    </w:tr>
  </w:tbl>
  <w:p w:rsidR="00D30CEF" w:rsidRPr="00CB0E21" w:rsidRDefault="00E260EC" w:rsidP="00D30CEF">
    <w:pPr>
      <w:tabs>
        <w:tab w:val="left" w:pos="720"/>
        <w:tab w:val="center" w:pos="4819"/>
        <w:tab w:val="right" w:pos="9638"/>
      </w:tabs>
      <w:jc w:val="both"/>
      <w:textAlignment w:val="auto"/>
      <w:rPr>
        <w:rFonts w:asciiTheme="minorHAnsi" w:hAnsiTheme="minorHAnsi"/>
        <w:sz w:val="16"/>
        <w:szCs w:val="16"/>
      </w:rPr>
    </w:pPr>
    <w:r w:rsidRPr="00CB0E21">
      <w:rPr>
        <w:rFonts w:asciiTheme="minorHAnsi" w:hAnsiTheme="minorHAnsi"/>
        <w:sz w:val="16"/>
        <w:szCs w:val="16"/>
      </w:rPr>
      <w:t>2019</w:t>
    </w:r>
    <w:r w:rsidR="007C6591">
      <w:rPr>
        <w:rFonts w:asciiTheme="minorHAnsi" w:hAnsiTheme="minorHAnsi"/>
        <w:sz w:val="16"/>
        <w:szCs w:val="16"/>
      </w:rPr>
      <w:t>1</w:t>
    </w:r>
    <w:r w:rsidR="00974656">
      <w:rPr>
        <w:rFonts w:asciiTheme="minorHAnsi" w:hAnsiTheme="minorHAnsi"/>
        <w:sz w:val="16"/>
        <w:szCs w:val="16"/>
      </w:rPr>
      <w:t>0311127</w:t>
    </w:r>
    <w:r w:rsidRPr="00CB0E21">
      <w:rPr>
        <w:sz w:val="16"/>
        <w:szCs w:val="16"/>
      </w:rPr>
      <w:t xml:space="preserve"> </w:t>
    </w:r>
    <w:r w:rsidR="00CB0E21" w:rsidRPr="00CB0E21">
      <w:rPr>
        <w:sz w:val="16"/>
        <w:szCs w:val="16"/>
      </w:rPr>
      <w:t>A4.1_PN1920¬_56_P10_</w:t>
    </w:r>
    <w:r w:rsidR="007C6591">
      <w:rPr>
        <w:sz w:val="16"/>
        <w:szCs w:val="16"/>
      </w:rPr>
      <w:t>IL CICLISMO</w:t>
    </w:r>
    <w:r w:rsidR="00CB0E21" w:rsidRPr="00CB0E21">
      <w:rPr>
        <w:sz w:val="16"/>
        <w:szCs w:val="16"/>
      </w:rPr>
      <w:t xml:space="preserve"> A SCUOLA_</w:t>
    </w:r>
    <w:r w:rsidR="007C6591" w:rsidRPr="007C6591">
      <w:t xml:space="preserve"> </w:t>
    </w:r>
    <w:r w:rsidR="007C6591">
      <w:rPr>
        <w:sz w:val="16"/>
        <w:szCs w:val="16"/>
      </w:rPr>
      <w:t xml:space="preserve">Corso di formazione per docenti </w:t>
    </w:r>
    <w:r w:rsidR="007C6591" w:rsidRPr="007C6591">
      <w:rPr>
        <w:sz w:val="16"/>
        <w:szCs w:val="16"/>
      </w:rPr>
      <w:t>di scienze motorie e sportive della regione Marche.</w:t>
    </w:r>
  </w:p>
  <w:p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E6CB5" w:rsidRPr="00AD7AA4" w:rsidRDefault="002E6CB5" w:rsidP="00AD7AA4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BD" w:rsidRDefault="008106BD">
      <w:r>
        <w:separator/>
      </w:r>
    </w:p>
  </w:footnote>
  <w:footnote w:type="continuationSeparator" w:id="0">
    <w:p w:rsidR="008106BD" w:rsidRDefault="00810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7C022C" w:rsidRDefault="007C022C" w:rsidP="007C022C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4BCEB596" wp14:editId="541925E4">
          <wp:extent cx="428625" cy="428625"/>
          <wp:effectExtent l="0" t="0" r="9525" b="9525"/>
          <wp:docPr id="2" name="Immagine 2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D40049" w:rsidRDefault="002E6CB5" w:rsidP="00D4004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16159FE"/>
    <w:multiLevelType w:val="hybridMultilevel"/>
    <w:tmpl w:val="4ABC7116"/>
    <w:lvl w:ilvl="0" w:tplc="0410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11B041FB"/>
    <w:multiLevelType w:val="hybridMultilevel"/>
    <w:tmpl w:val="E6143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C55BE"/>
    <w:multiLevelType w:val="hybridMultilevel"/>
    <w:tmpl w:val="434C4C5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9272F76"/>
    <w:multiLevelType w:val="hybridMultilevel"/>
    <w:tmpl w:val="25964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A2F30">
      <w:numFmt w:val="bullet"/>
      <w:lvlText w:val="•"/>
      <w:lvlJc w:val="left"/>
      <w:pPr>
        <w:ind w:left="2355" w:hanging="1275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414FE"/>
    <w:multiLevelType w:val="hybridMultilevel"/>
    <w:tmpl w:val="F09A0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DC26B3A"/>
    <w:multiLevelType w:val="hybridMultilevel"/>
    <w:tmpl w:val="D2CA1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114C9"/>
    <w:multiLevelType w:val="hybridMultilevel"/>
    <w:tmpl w:val="1C9AB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B2860"/>
    <w:multiLevelType w:val="hybridMultilevel"/>
    <w:tmpl w:val="27A075A6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E4FEE"/>
    <w:multiLevelType w:val="hybridMultilevel"/>
    <w:tmpl w:val="538EFC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F216A"/>
    <w:multiLevelType w:val="hybridMultilevel"/>
    <w:tmpl w:val="39EA1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46951"/>
    <w:multiLevelType w:val="hybridMultilevel"/>
    <w:tmpl w:val="397A4E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BA3613"/>
    <w:multiLevelType w:val="hybridMultilevel"/>
    <w:tmpl w:val="CA4C46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14FFE"/>
    <w:multiLevelType w:val="hybridMultilevel"/>
    <w:tmpl w:val="68D2A0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3"/>
  </w:num>
  <w:num w:numId="7">
    <w:abstractNumId w:val="2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6"/>
  </w:num>
  <w:num w:numId="13">
    <w:abstractNumId w:val="5"/>
  </w:num>
  <w:num w:numId="14">
    <w:abstractNumId w:val="17"/>
  </w:num>
  <w:num w:numId="15">
    <w:abstractNumId w:val="4"/>
  </w:num>
  <w:num w:numId="16">
    <w:abstractNumId w:val="14"/>
  </w:num>
  <w:num w:numId="17">
    <w:abstractNumId w:val="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37"/>
    <w:rsid w:val="0000519A"/>
    <w:rsid w:val="00014DDA"/>
    <w:rsid w:val="000309D7"/>
    <w:rsid w:val="00030E1B"/>
    <w:rsid w:val="00042ECF"/>
    <w:rsid w:val="00046DE9"/>
    <w:rsid w:val="000828B7"/>
    <w:rsid w:val="00087A37"/>
    <w:rsid w:val="00092667"/>
    <w:rsid w:val="000A1F3B"/>
    <w:rsid w:val="000B26E9"/>
    <w:rsid w:val="000B4431"/>
    <w:rsid w:val="000B527E"/>
    <w:rsid w:val="000E1CA4"/>
    <w:rsid w:val="00111815"/>
    <w:rsid w:val="001169C1"/>
    <w:rsid w:val="001257EA"/>
    <w:rsid w:val="00125DF0"/>
    <w:rsid w:val="001314A6"/>
    <w:rsid w:val="001328E3"/>
    <w:rsid w:val="00136AAF"/>
    <w:rsid w:val="001446D9"/>
    <w:rsid w:val="00162BDC"/>
    <w:rsid w:val="00166071"/>
    <w:rsid w:val="0017553B"/>
    <w:rsid w:val="001879B4"/>
    <w:rsid w:val="00193239"/>
    <w:rsid w:val="001A6472"/>
    <w:rsid w:val="001B4479"/>
    <w:rsid w:val="001C24D8"/>
    <w:rsid w:val="001C53A1"/>
    <w:rsid w:val="001C586C"/>
    <w:rsid w:val="001D52ED"/>
    <w:rsid w:val="001E0546"/>
    <w:rsid w:val="001E6ACD"/>
    <w:rsid w:val="001E7A7D"/>
    <w:rsid w:val="001F1FE9"/>
    <w:rsid w:val="001F3898"/>
    <w:rsid w:val="001F7FE2"/>
    <w:rsid w:val="00210A10"/>
    <w:rsid w:val="00216358"/>
    <w:rsid w:val="0022536C"/>
    <w:rsid w:val="00227354"/>
    <w:rsid w:val="002408A2"/>
    <w:rsid w:val="00247B14"/>
    <w:rsid w:val="00267D64"/>
    <w:rsid w:val="00273286"/>
    <w:rsid w:val="00275765"/>
    <w:rsid w:val="002A0CBB"/>
    <w:rsid w:val="002A2A80"/>
    <w:rsid w:val="002A4758"/>
    <w:rsid w:val="002B6853"/>
    <w:rsid w:val="002C67BA"/>
    <w:rsid w:val="002D05E7"/>
    <w:rsid w:val="002D2D30"/>
    <w:rsid w:val="002E6CB5"/>
    <w:rsid w:val="002F39BA"/>
    <w:rsid w:val="002F45C3"/>
    <w:rsid w:val="003007AC"/>
    <w:rsid w:val="003162FC"/>
    <w:rsid w:val="00325D26"/>
    <w:rsid w:val="00326968"/>
    <w:rsid w:val="0033425E"/>
    <w:rsid w:val="0033573A"/>
    <w:rsid w:val="003374B2"/>
    <w:rsid w:val="00340728"/>
    <w:rsid w:val="00340F90"/>
    <w:rsid w:val="00343D75"/>
    <w:rsid w:val="00361110"/>
    <w:rsid w:val="00374322"/>
    <w:rsid w:val="0038233E"/>
    <w:rsid w:val="00396DCD"/>
    <w:rsid w:val="003A2189"/>
    <w:rsid w:val="003B4C21"/>
    <w:rsid w:val="003B5900"/>
    <w:rsid w:val="003C6398"/>
    <w:rsid w:val="003C7BAA"/>
    <w:rsid w:val="00427F65"/>
    <w:rsid w:val="00431606"/>
    <w:rsid w:val="00432D67"/>
    <w:rsid w:val="00444709"/>
    <w:rsid w:val="00451B49"/>
    <w:rsid w:val="004568C0"/>
    <w:rsid w:val="00460F16"/>
    <w:rsid w:val="0046556E"/>
    <w:rsid w:val="00471F0E"/>
    <w:rsid w:val="0047283F"/>
    <w:rsid w:val="004758E1"/>
    <w:rsid w:val="00487713"/>
    <w:rsid w:val="004B6756"/>
    <w:rsid w:val="004C1D6F"/>
    <w:rsid w:val="004D6D5F"/>
    <w:rsid w:val="00503DA6"/>
    <w:rsid w:val="005173B6"/>
    <w:rsid w:val="00527FC3"/>
    <w:rsid w:val="00542C88"/>
    <w:rsid w:val="005434CE"/>
    <w:rsid w:val="005526CF"/>
    <w:rsid w:val="00557C62"/>
    <w:rsid w:val="005810D7"/>
    <w:rsid w:val="00585F26"/>
    <w:rsid w:val="00586341"/>
    <w:rsid w:val="005959D2"/>
    <w:rsid w:val="005B1070"/>
    <w:rsid w:val="005B1080"/>
    <w:rsid w:val="005C3FDC"/>
    <w:rsid w:val="005C4A86"/>
    <w:rsid w:val="005D0D7B"/>
    <w:rsid w:val="005D0EF5"/>
    <w:rsid w:val="005E72F2"/>
    <w:rsid w:val="005F735E"/>
    <w:rsid w:val="00611DEC"/>
    <w:rsid w:val="0062214C"/>
    <w:rsid w:val="006235D3"/>
    <w:rsid w:val="00626943"/>
    <w:rsid w:val="0062787D"/>
    <w:rsid w:val="00632A65"/>
    <w:rsid w:val="00637D9F"/>
    <w:rsid w:val="006421E8"/>
    <w:rsid w:val="00645491"/>
    <w:rsid w:val="006529EB"/>
    <w:rsid w:val="0066114A"/>
    <w:rsid w:val="006619C8"/>
    <w:rsid w:val="006741F8"/>
    <w:rsid w:val="0067527F"/>
    <w:rsid w:val="00686718"/>
    <w:rsid w:val="00697036"/>
    <w:rsid w:val="00697D08"/>
    <w:rsid w:val="006A2BB1"/>
    <w:rsid w:val="006B34B4"/>
    <w:rsid w:val="006B6B00"/>
    <w:rsid w:val="006D0CF4"/>
    <w:rsid w:val="006D13DB"/>
    <w:rsid w:val="006D43B8"/>
    <w:rsid w:val="006E0E7B"/>
    <w:rsid w:val="006E4925"/>
    <w:rsid w:val="006E4A3F"/>
    <w:rsid w:val="006E52B0"/>
    <w:rsid w:val="006F3DEC"/>
    <w:rsid w:val="00704878"/>
    <w:rsid w:val="007213EA"/>
    <w:rsid w:val="007228EE"/>
    <w:rsid w:val="00725996"/>
    <w:rsid w:val="00731C1A"/>
    <w:rsid w:val="0073795F"/>
    <w:rsid w:val="00737F45"/>
    <w:rsid w:val="00760D37"/>
    <w:rsid w:val="007646FB"/>
    <w:rsid w:val="00765CEE"/>
    <w:rsid w:val="00775B1C"/>
    <w:rsid w:val="00777C59"/>
    <w:rsid w:val="00777C86"/>
    <w:rsid w:val="0078359B"/>
    <w:rsid w:val="007849E3"/>
    <w:rsid w:val="00787314"/>
    <w:rsid w:val="0079679A"/>
    <w:rsid w:val="00796B31"/>
    <w:rsid w:val="007B3E9F"/>
    <w:rsid w:val="007C022C"/>
    <w:rsid w:val="007C6591"/>
    <w:rsid w:val="007D20E9"/>
    <w:rsid w:val="007E01DF"/>
    <w:rsid w:val="007E0533"/>
    <w:rsid w:val="007E5787"/>
    <w:rsid w:val="007F3794"/>
    <w:rsid w:val="00801B2C"/>
    <w:rsid w:val="00801E06"/>
    <w:rsid w:val="00801E78"/>
    <w:rsid w:val="00805269"/>
    <w:rsid w:val="00805F59"/>
    <w:rsid w:val="0081019F"/>
    <w:rsid w:val="008106BD"/>
    <w:rsid w:val="00812CA4"/>
    <w:rsid w:val="00820087"/>
    <w:rsid w:val="00823E55"/>
    <w:rsid w:val="0082720C"/>
    <w:rsid w:val="00831A5E"/>
    <w:rsid w:val="00854838"/>
    <w:rsid w:val="00856D0E"/>
    <w:rsid w:val="0085748A"/>
    <w:rsid w:val="00861C0A"/>
    <w:rsid w:val="008645C9"/>
    <w:rsid w:val="00866289"/>
    <w:rsid w:val="008735CD"/>
    <w:rsid w:val="0087465E"/>
    <w:rsid w:val="00883D25"/>
    <w:rsid w:val="00893F6C"/>
    <w:rsid w:val="008A3D06"/>
    <w:rsid w:val="008A5DAC"/>
    <w:rsid w:val="008B4793"/>
    <w:rsid w:val="008B6427"/>
    <w:rsid w:val="008C0679"/>
    <w:rsid w:val="008C0936"/>
    <w:rsid w:val="008C42FD"/>
    <w:rsid w:val="008C5CA0"/>
    <w:rsid w:val="008C681E"/>
    <w:rsid w:val="008C73A0"/>
    <w:rsid w:val="008D0FC9"/>
    <w:rsid w:val="008D3887"/>
    <w:rsid w:val="008D5994"/>
    <w:rsid w:val="008E04BC"/>
    <w:rsid w:val="008E7A82"/>
    <w:rsid w:val="009036A8"/>
    <w:rsid w:val="00907963"/>
    <w:rsid w:val="00910FA7"/>
    <w:rsid w:val="00911C62"/>
    <w:rsid w:val="00912BA0"/>
    <w:rsid w:val="009219FB"/>
    <w:rsid w:val="009225D9"/>
    <w:rsid w:val="009227AF"/>
    <w:rsid w:val="009355C8"/>
    <w:rsid w:val="0093710B"/>
    <w:rsid w:val="009413AD"/>
    <w:rsid w:val="00952391"/>
    <w:rsid w:val="0097194D"/>
    <w:rsid w:val="00972AC8"/>
    <w:rsid w:val="00974656"/>
    <w:rsid w:val="00990D6F"/>
    <w:rsid w:val="00995801"/>
    <w:rsid w:val="009A0C96"/>
    <w:rsid w:val="009A270E"/>
    <w:rsid w:val="009A39FB"/>
    <w:rsid w:val="009A5CFE"/>
    <w:rsid w:val="009B4BD9"/>
    <w:rsid w:val="009C1D2C"/>
    <w:rsid w:val="009C4538"/>
    <w:rsid w:val="009C7901"/>
    <w:rsid w:val="009D2A47"/>
    <w:rsid w:val="009E207B"/>
    <w:rsid w:val="00A06A97"/>
    <w:rsid w:val="00A210DB"/>
    <w:rsid w:val="00A25362"/>
    <w:rsid w:val="00A429CE"/>
    <w:rsid w:val="00A43D45"/>
    <w:rsid w:val="00A44C22"/>
    <w:rsid w:val="00A46FBF"/>
    <w:rsid w:val="00A610C3"/>
    <w:rsid w:val="00A655D2"/>
    <w:rsid w:val="00A6668F"/>
    <w:rsid w:val="00A760B6"/>
    <w:rsid w:val="00A7611B"/>
    <w:rsid w:val="00A81EE7"/>
    <w:rsid w:val="00A82775"/>
    <w:rsid w:val="00A83C4D"/>
    <w:rsid w:val="00A95659"/>
    <w:rsid w:val="00AA4743"/>
    <w:rsid w:val="00AA7A72"/>
    <w:rsid w:val="00AC37BB"/>
    <w:rsid w:val="00AC63AB"/>
    <w:rsid w:val="00AD7AA4"/>
    <w:rsid w:val="00AE7A55"/>
    <w:rsid w:val="00B00E01"/>
    <w:rsid w:val="00B0451B"/>
    <w:rsid w:val="00B054DB"/>
    <w:rsid w:val="00B06F71"/>
    <w:rsid w:val="00B13209"/>
    <w:rsid w:val="00B30722"/>
    <w:rsid w:val="00B72399"/>
    <w:rsid w:val="00B9297F"/>
    <w:rsid w:val="00BA4C0A"/>
    <w:rsid w:val="00BF3257"/>
    <w:rsid w:val="00BF44C2"/>
    <w:rsid w:val="00C03E8F"/>
    <w:rsid w:val="00C04CFF"/>
    <w:rsid w:val="00C0699F"/>
    <w:rsid w:val="00C11662"/>
    <w:rsid w:val="00C133E6"/>
    <w:rsid w:val="00C20545"/>
    <w:rsid w:val="00C2533C"/>
    <w:rsid w:val="00C324E6"/>
    <w:rsid w:val="00C33FEA"/>
    <w:rsid w:val="00C35288"/>
    <w:rsid w:val="00C367D6"/>
    <w:rsid w:val="00C400C6"/>
    <w:rsid w:val="00C47338"/>
    <w:rsid w:val="00C53192"/>
    <w:rsid w:val="00C5784D"/>
    <w:rsid w:val="00C638FF"/>
    <w:rsid w:val="00C66C50"/>
    <w:rsid w:val="00C777D3"/>
    <w:rsid w:val="00C83861"/>
    <w:rsid w:val="00C969D3"/>
    <w:rsid w:val="00CB0E21"/>
    <w:rsid w:val="00CB6FEF"/>
    <w:rsid w:val="00CC0801"/>
    <w:rsid w:val="00CC393A"/>
    <w:rsid w:val="00CC3989"/>
    <w:rsid w:val="00CD1C0C"/>
    <w:rsid w:val="00CE1768"/>
    <w:rsid w:val="00CE2C32"/>
    <w:rsid w:val="00CE6C65"/>
    <w:rsid w:val="00D11FA9"/>
    <w:rsid w:val="00D15788"/>
    <w:rsid w:val="00D237BE"/>
    <w:rsid w:val="00D256A6"/>
    <w:rsid w:val="00D30CEF"/>
    <w:rsid w:val="00D31B8C"/>
    <w:rsid w:val="00D344B6"/>
    <w:rsid w:val="00D369FD"/>
    <w:rsid w:val="00D40049"/>
    <w:rsid w:val="00D55273"/>
    <w:rsid w:val="00D5658C"/>
    <w:rsid w:val="00D63AB0"/>
    <w:rsid w:val="00D70B9C"/>
    <w:rsid w:val="00D75F5E"/>
    <w:rsid w:val="00D82710"/>
    <w:rsid w:val="00D8769C"/>
    <w:rsid w:val="00D876A3"/>
    <w:rsid w:val="00DB21E0"/>
    <w:rsid w:val="00DB5CF5"/>
    <w:rsid w:val="00DB7866"/>
    <w:rsid w:val="00DD1DAC"/>
    <w:rsid w:val="00DE4ABF"/>
    <w:rsid w:val="00DF5567"/>
    <w:rsid w:val="00DF6EBE"/>
    <w:rsid w:val="00E15041"/>
    <w:rsid w:val="00E260EC"/>
    <w:rsid w:val="00E265B0"/>
    <w:rsid w:val="00E42106"/>
    <w:rsid w:val="00E56DB8"/>
    <w:rsid w:val="00E56FA1"/>
    <w:rsid w:val="00E604CF"/>
    <w:rsid w:val="00E61B02"/>
    <w:rsid w:val="00E634CE"/>
    <w:rsid w:val="00E767EB"/>
    <w:rsid w:val="00E85D39"/>
    <w:rsid w:val="00EA05D9"/>
    <w:rsid w:val="00EF1AC0"/>
    <w:rsid w:val="00F01A56"/>
    <w:rsid w:val="00F120C5"/>
    <w:rsid w:val="00F31CF6"/>
    <w:rsid w:val="00F46E9E"/>
    <w:rsid w:val="00F52D2C"/>
    <w:rsid w:val="00F55F0D"/>
    <w:rsid w:val="00F646E0"/>
    <w:rsid w:val="00F648B6"/>
    <w:rsid w:val="00F64AD3"/>
    <w:rsid w:val="00F658DB"/>
    <w:rsid w:val="00F70D7B"/>
    <w:rsid w:val="00F80465"/>
    <w:rsid w:val="00F81F13"/>
    <w:rsid w:val="00F843CE"/>
    <w:rsid w:val="00F90DB3"/>
    <w:rsid w:val="00F91DB9"/>
    <w:rsid w:val="00F943AF"/>
    <w:rsid w:val="00FB4726"/>
    <w:rsid w:val="00FB4CAE"/>
    <w:rsid w:val="00FC28CC"/>
    <w:rsid w:val="00FC2E74"/>
    <w:rsid w:val="00FC3604"/>
    <w:rsid w:val="00FC628A"/>
    <w:rsid w:val="00FE10AD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43D7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43D7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MODELLO%20USR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0DF5-D70B-4138-B168-C1FCD053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carta intestata.dotx</Template>
  <TotalTime>12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916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12</cp:revision>
  <cp:lastPrinted>2019-10-31T09:10:00Z</cp:lastPrinted>
  <dcterms:created xsi:type="dcterms:W3CDTF">2019-10-31T10:27:00Z</dcterms:created>
  <dcterms:modified xsi:type="dcterms:W3CDTF">2019-10-31T10:44:00Z</dcterms:modified>
</cp:coreProperties>
</file>